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553A25">
        <w:rPr>
          <w:rFonts w:ascii="Arial" w:hAnsi="Arial" w:cs="Arial"/>
          <w:b/>
          <w:color w:val="76923C" w:themeColor="accent3" w:themeShade="BF"/>
          <w:sz w:val="28"/>
          <w:szCs w:val="28"/>
        </w:rPr>
        <w:t>CHANSON EN TAMOUL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BF2CDA" w:rsidRDefault="00BF2CDA" w:rsidP="00BF2CDA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"paroles de la chanson"</w:t>
      </w:r>
    </w:p>
    <w:p w:rsidR="00BF2CDA" w:rsidRDefault="00BF2CDA" w:rsidP="00BF2CDA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"sucettes en papier" </w:t>
      </w:r>
    </w:p>
    <w:p w:rsidR="00BF2CDA" w:rsidRDefault="00BF2CDA" w:rsidP="00BF2CDA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 l'espace</w:t>
      </w:r>
    </w:p>
    <w:p w:rsidR="00553A25" w:rsidRDefault="00553A25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FB79D5" w:rsidRDefault="00FB79D5" w:rsidP="00FB79D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982217" w:rsidP="000C56A7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Découvrir </w:t>
      </w:r>
      <w:r w:rsidR="001F6F80">
        <w:rPr>
          <w:rFonts w:ascii="Arial" w:hAnsi="Arial" w:cs="Arial"/>
          <w:b/>
        </w:rPr>
        <w:t>quelques mots en tamoul</w:t>
      </w:r>
      <w:r w:rsidR="00003748">
        <w:rPr>
          <w:rFonts w:ascii="Arial" w:hAnsi="Arial" w:cs="Arial"/>
          <w:b/>
        </w:rPr>
        <w:t xml:space="preserve"> </w:t>
      </w:r>
      <w:r w:rsidR="001F6F80">
        <w:rPr>
          <w:rFonts w:ascii="Arial" w:hAnsi="Arial" w:cs="Arial"/>
          <w:b/>
        </w:rPr>
        <w:t>à travers l'apprentissage d</w:t>
      </w:r>
      <w:r w:rsidR="00003748">
        <w:rPr>
          <w:rFonts w:ascii="Arial" w:hAnsi="Arial" w:cs="Arial"/>
          <w:b/>
        </w:rPr>
        <w:t xml:space="preserve">es paroles d'une chanson.  </w:t>
      </w:r>
    </w:p>
    <w:p w:rsidR="000E4464" w:rsidRPr="00177EC9" w:rsidRDefault="000E4464" w:rsidP="004B3F3D">
      <w:pPr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837771" w:rsidRDefault="00003748" w:rsidP="00966DD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L'adulte qui anime le jeu chante une premi</w:t>
      </w:r>
      <w:r w:rsidR="001F6F80">
        <w:rPr>
          <w:rFonts w:ascii="Arial" w:hAnsi="Arial" w:cs="Arial"/>
          <w:b/>
        </w:rPr>
        <w:t xml:space="preserve">ère fois la chanson aux élèves et </w:t>
      </w:r>
      <w:r w:rsidR="00982217">
        <w:rPr>
          <w:rFonts w:ascii="Arial" w:hAnsi="Arial" w:cs="Arial"/>
          <w:b/>
        </w:rPr>
        <w:t xml:space="preserve">en </w:t>
      </w:r>
      <w:r w:rsidR="001F6F80">
        <w:rPr>
          <w:rFonts w:ascii="Arial" w:hAnsi="Arial" w:cs="Arial"/>
          <w:b/>
        </w:rPr>
        <w:t xml:space="preserve">explique le sens des paroles en français. </w:t>
      </w:r>
    </w:p>
    <w:p w:rsidR="000C56A7" w:rsidRDefault="000C56A7" w:rsidP="000C56A7">
      <w:pPr>
        <w:pStyle w:val="Paragraphedeliste"/>
        <w:jc w:val="both"/>
        <w:rPr>
          <w:rFonts w:ascii="Arial" w:hAnsi="Arial" w:cs="Arial"/>
          <w:b/>
        </w:rPr>
      </w:pPr>
    </w:p>
    <w:p w:rsidR="000C56A7" w:rsidRDefault="001F6F80" w:rsidP="000C56A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 élèves apprennent </w:t>
      </w:r>
      <w:bookmarkStart w:id="0" w:name="_GoBack"/>
      <w:bookmarkEnd w:id="0"/>
      <w:r>
        <w:rPr>
          <w:rFonts w:ascii="Arial" w:hAnsi="Arial" w:cs="Arial"/>
          <w:b/>
        </w:rPr>
        <w:t xml:space="preserve">la chanson et chantent en cœur. </w:t>
      </w:r>
    </w:p>
    <w:p w:rsidR="000C56A7" w:rsidRPr="000C56A7" w:rsidRDefault="000C56A7" w:rsidP="000C56A7">
      <w:pPr>
        <w:pStyle w:val="Paragraphedeliste"/>
        <w:rPr>
          <w:rFonts w:ascii="Arial" w:hAnsi="Arial" w:cs="Arial"/>
          <w:b/>
        </w:rPr>
      </w:pPr>
    </w:p>
    <w:p w:rsidR="001F6F80" w:rsidRPr="000C56A7" w:rsidRDefault="000C56A7" w:rsidP="000C56A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0C56A7">
        <w:rPr>
          <w:rFonts w:ascii="Arial" w:hAnsi="Arial" w:cs="Arial"/>
          <w:b/>
        </w:rPr>
        <w:t xml:space="preserve">Puis tout en chantant, les élèves imitent les mouvements de l'adulte qui anime l'activité : marcher entre ami-e-s, choisir une sucette dans un magasin, l'acheter, puis ressortir content-e du magasin tout en dégustant la sucette. </w:t>
      </w:r>
    </w:p>
    <w:p w:rsidR="000C56A7" w:rsidRPr="00966DD8" w:rsidRDefault="000C56A7" w:rsidP="000C56A7">
      <w:pPr>
        <w:pStyle w:val="Paragraphedeliste"/>
        <w:jc w:val="both"/>
        <w:rPr>
          <w:rFonts w:ascii="Arial" w:hAnsi="Arial" w:cs="Arial"/>
          <w:b/>
        </w:rPr>
      </w:pPr>
    </w:p>
    <w:sectPr w:rsidR="000C56A7" w:rsidRPr="00966DD8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03748"/>
    <w:rsid w:val="000C56A7"/>
    <w:rsid w:val="000E4464"/>
    <w:rsid w:val="00177EC9"/>
    <w:rsid w:val="001A4A00"/>
    <w:rsid w:val="001F6F80"/>
    <w:rsid w:val="003E515C"/>
    <w:rsid w:val="003F707B"/>
    <w:rsid w:val="004163C9"/>
    <w:rsid w:val="004A3EDD"/>
    <w:rsid w:val="004B3F3D"/>
    <w:rsid w:val="00507F03"/>
    <w:rsid w:val="00553A25"/>
    <w:rsid w:val="00687DE3"/>
    <w:rsid w:val="007D5C21"/>
    <w:rsid w:val="00837771"/>
    <w:rsid w:val="00966DD8"/>
    <w:rsid w:val="00982217"/>
    <w:rsid w:val="00B431DF"/>
    <w:rsid w:val="00BF2CDA"/>
    <w:rsid w:val="00C113DD"/>
    <w:rsid w:val="00C45E62"/>
    <w:rsid w:val="00D61C79"/>
    <w:rsid w:val="00DF5E50"/>
    <w:rsid w:val="00FB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DF4E8AF6.dotm</Template>
  <TotalTime>27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14</cp:revision>
  <dcterms:created xsi:type="dcterms:W3CDTF">2019-05-16T15:22:00Z</dcterms:created>
  <dcterms:modified xsi:type="dcterms:W3CDTF">2019-08-23T08:01:00Z</dcterms:modified>
</cp:coreProperties>
</file>